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A2" w:rsidRDefault="00B13E44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DB846" wp14:editId="4193133F">
                <wp:simplePos x="0" y="0"/>
                <wp:positionH relativeFrom="column">
                  <wp:posOffset>2388235</wp:posOffset>
                </wp:positionH>
                <wp:positionV relativeFrom="paragraph">
                  <wp:posOffset>-145415</wp:posOffset>
                </wp:positionV>
                <wp:extent cx="0" cy="7248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48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8FF48F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05pt,-11.45pt" to="188.05pt,5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-269240</wp:posOffset>
                </wp:positionV>
                <wp:extent cx="0" cy="76200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78A35" id="Straight Connector 1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21.2pt" to="0,5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3474085</wp:posOffset>
                </wp:positionV>
                <wp:extent cx="1007745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7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86D390" id="Straight Connector 2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pt,273.55pt" to="790.3pt,2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7722235</wp:posOffset>
                </wp:positionH>
                <wp:positionV relativeFrom="paragraph">
                  <wp:posOffset>-135891</wp:posOffset>
                </wp:positionV>
                <wp:extent cx="0" cy="724852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48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8A32E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8.05pt,-10.7pt" to="608.05pt,5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</w:p>
    <w:sectPr w:rsidR="000637A2" w:rsidSect="00B13E44">
      <w:pgSz w:w="16839" w:h="11907" w:orient="landscape" w:code="9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44"/>
    <w:rsid w:val="000637A2"/>
    <w:rsid w:val="007200BC"/>
    <w:rsid w:val="00B13E44"/>
    <w:rsid w:val="00CE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0CC8C1-EDBF-4B3C-83E7-252164FA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13E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E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235DD1AD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East Anglia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Brown (LDC)</dc:creator>
  <cp:keywords/>
  <dc:description/>
  <cp:lastModifiedBy>Hannah Brown (LDC)</cp:lastModifiedBy>
  <cp:revision>2</cp:revision>
  <cp:lastPrinted>2017-03-04T19:09:00Z</cp:lastPrinted>
  <dcterms:created xsi:type="dcterms:W3CDTF">2017-03-04T19:11:00Z</dcterms:created>
  <dcterms:modified xsi:type="dcterms:W3CDTF">2017-03-04T19:11:00Z</dcterms:modified>
</cp:coreProperties>
</file>